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E56" w:rsidRDefault="00817E56">
      <w:r>
        <w:t>Project 4:  Comic Strip Instructional Activity</w:t>
      </w:r>
    </w:p>
    <w:p w:rsidR="00817E56" w:rsidRPr="009533C8" w:rsidRDefault="00817E56">
      <w:pPr>
        <w:rPr>
          <w:b/>
          <w:bCs/>
          <w:u w:val="single"/>
        </w:rPr>
      </w:pPr>
      <w:r w:rsidRPr="009533C8">
        <w:rPr>
          <w:b/>
          <w:bCs/>
          <w:u w:val="single"/>
        </w:rPr>
        <w:t>Audience</w:t>
      </w:r>
    </w:p>
    <w:p w:rsidR="00817E56" w:rsidRDefault="00817E56">
      <w:r>
        <w:t>7</w:t>
      </w:r>
      <w:r w:rsidRPr="003C0242">
        <w:rPr>
          <w:vertAlign w:val="superscript"/>
        </w:rPr>
        <w:t>th</w:t>
      </w:r>
      <w:r>
        <w:t xml:space="preserve"> grade Mathematics students</w:t>
      </w:r>
    </w:p>
    <w:p w:rsidR="00817E56" w:rsidRPr="009533C8" w:rsidRDefault="00817E56">
      <w:pPr>
        <w:rPr>
          <w:b/>
          <w:bCs/>
          <w:u w:val="single"/>
        </w:rPr>
      </w:pPr>
      <w:r w:rsidRPr="009533C8">
        <w:rPr>
          <w:b/>
          <w:bCs/>
          <w:u w:val="single"/>
        </w:rPr>
        <w:t>Purpose</w:t>
      </w:r>
    </w:p>
    <w:p w:rsidR="00817E56" w:rsidRDefault="00817E56">
      <w:r>
        <w:t xml:space="preserve"> The purpose of this activity is for students to be able to demonstrate their understanding of the rules for operations with positive and negative rational number.</w:t>
      </w:r>
    </w:p>
    <w:p w:rsidR="00817E56" w:rsidRDefault="00817E56" w:rsidP="00B304A4">
      <w:pPr>
        <w:rPr>
          <w:b/>
          <w:bCs/>
          <w:u w:val="single"/>
        </w:rPr>
      </w:pPr>
      <w:r>
        <w:rPr>
          <w:b/>
          <w:bCs/>
          <w:u w:val="single"/>
        </w:rPr>
        <w:t>Learning Objectives/Outcome</w:t>
      </w:r>
    </w:p>
    <w:p w:rsidR="00817E56" w:rsidRDefault="00817E56" w:rsidP="00B304A4">
      <w:pPr>
        <w:numPr>
          <w:ilvl w:val="0"/>
          <w:numId w:val="3"/>
        </w:numPr>
      </w:pPr>
      <w:r>
        <w:t xml:space="preserve">Students will be able to </w:t>
      </w:r>
      <w:r w:rsidRPr="00B304A4">
        <w:t xml:space="preserve">understand the meaning of positive and negative rational numbers and use them in computation. </w:t>
      </w:r>
    </w:p>
    <w:p w:rsidR="00817E56" w:rsidRPr="00B304A4" w:rsidRDefault="00817E56" w:rsidP="00B304A4">
      <w:pPr>
        <w:numPr>
          <w:ilvl w:val="0"/>
          <w:numId w:val="3"/>
        </w:numPr>
        <w:rPr>
          <w:b/>
          <w:bCs/>
          <w:u w:val="single"/>
        </w:rPr>
      </w:pPr>
      <w:r>
        <w:t xml:space="preserve">Students will be able to </w:t>
      </w:r>
      <w:r>
        <w:rPr>
          <w:sz w:val="23"/>
          <w:szCs w:val="23"/>
        </w:rPr>
        <w:t>solve problems using rational numbers.</w:t>
      </w:r>
    </w:p>
    <w:p w:rsidR="00817E56" w:rsidRPr="00B304A4" w:rsidRDefault="00817E56" w:rsidP="00B304A4">
      <w:pPr>
        <w:pStyle w:val="ListParagraph"/>
        <w:numPr>
          <w:ilvl w:val="0"/>
          <w:numId w:val="3"/>
        </w:numPr>
      </w:pPr>
      <w:r>
        <w:t xml:space="preserve">Students will be able to Add, subtract, multiply, and divide positive and negative rational numbers. </w:t>
      </w:r>
    </w:p>
    <w:p w:rsidR="00817E56" w:rsidRDefault="00817E56" w:rsidP="009533C8">
      <w:pPr>
        <w:rPr>
          <w:b/>
          <w:bCs/>
          <w:u w:val="single"/>
        </w:rPr>
      </w:pPr>
      <w:r w:rsidRPr="009533C8">
        <w:rPr>
          <w:b/>
          <w:bCs/>
          <w:u w:val="single"/>
        </w:rPr>
        <w:t>Materials</w:t>
      </w:r>
    </w:p>
    <w:p w:rsidR="00817E56" w:rsidRDefault="00817E56" w:rsidP="009533C8">
      <w:r>
        <w:t>Computer Lab with Internet access and printers</w:t>
      </w:r>
    </w:p>
    <w:p w:rsidR="00817E56" w:rsidRDefault="00817E56" w:rsidP="009533C8">
      <w:r>
        <w:t>Student’s notes/graphic organizers from class</w:t>
      </w:r>
    </w:p>
    <w:p w:rsidR="00817E56" w:rsidRPr="009533C8" w:rsidRDefault="00817E56" w:rsidP="009533C8">
      <w:pPr>
        <w:rPr>
          <w:b/>
          <w:bCs/>
          <w:u w:val="single"/>
        </w:rPr>
      </w:pPr>
      <w:r w:rsidRPr="009533C8">
        <w:rPr>
          <w:b/>
          <w:bCs/>
          <w:u w:val="single"/>
        </w:rPr>
        <w:t>Step-by-Step Procedures</w:t>
      </w:r>
    </w:p>
    <w:p w:rsidR="00817E56" w:rsidRDefault="00817E56">
      <w:r>
        <w:t>Students will log in to the school network and click on the internet explorer icon.</w:t>
      </w:r>
    </w:p>
    <w:p w:rsidR="00817E56" w:rsidRDefault="00817E56">
      <w:r>
        <w:t xml:space="preserve">Students will type in the following web address for Toon Doo:  </w:t>
      </w:r>
      <w:hyperlink r:id="rId5" w:history="1">
        <w:r w:rsidRPr="003C71A7">
          <w:rPr>
            <w:rStyle w:val="Hyperlink"/>
          </w:rPr>
          <w:t>www.toondoo.com</w:t>
        </w:r>
      </w:hyperlink>
      <w:r>
        <w:t xml:space="preserve"> </w:t>
      </w:r>
    </w:p>
    <w:p w:rsidR="00817E56" w:rsidRDefault="00817E56">
      <w:r>
        <w:t>Students will create a free account using their lunch ID numbers as their username and password.</w:t>
      </w:r>
    </w:p>
    <w:p w:rsidR="00817E56" w:rsidRDefault="00817E56">
      <w:r>
        <w:t>Students will be given a copy of the completed comic strip.  The information provided in the comic strip about operations with integers is incorrect.  It will be the student’s job to identify the mistakes and recreate a comic strip providing the correct rules for operations with integers.  Students do not have to use the same characters from the original comic.  They will be allowed to choose their own characters and settings to complete the assignment.</w:t>
      </w:r>
    </w:p>
    <w:p w:rsidR="00817E56" w:rsidRDefault="00817E56">
      <w:r>
        <w:t>Students will print out their comic strips to submit for a grade.</w:t>
      </w:r>
    </w:p>
    <w:p w:rsidR="00817E56" w:rsidRDefault="00817E56">
      <w:pPr>
        <w:rPr>
          <w:b/>
          <w:bCs/>
          <w:u w:val="single"/>
        </w:rPr>
      </w:pPr>
      <w:r w:rsidRPr="005F7D11">
        <w:rPr>
          <w:b/>
          <w:bCs/>
          <w:u w:val="single"/>
        </w:rPr>
        <w:t>Assessment Strategies</w:t>
      </w:r>
    </w:p>
    <w:p w:rsidR="00817E56" w:rsidRDefault="00817E56">
      <w:r>
        <w:t xml:space="preserve">The comic strips created will serve as a class work/quiz grade.  These grades will average with the students’ other class work and quiz grades.  </w:t>
      </w:r>
    </w:p>
    <w:p w:rsidR="00817E56" w:rsidRDefault="00817E56">
      <w:pPr>
        <w:rPr>
          <w:b/>
          <w:bCs/>
          <w:u w:val="single"/>
        </w:rPr>
      </w:pPr>
      <w:r w:rsidRPr="005F7D11">
        <w:rPr>
          <w:b/>
          <w:bCs/>
          <w:u w:val="single"/>
        </w:rPr>
        <w:t>Follow Up Strategies</w:t>
      </w:r>
    </w:p>
    <w:p w:rsidR="00817E56" w:rsidRDefault="00817E56">
      <w:r>
        <w:t>Students who require more time or were absent will be allowed time to complete this activity using the classroom computers if available.  If the student has home internet access, the assignment will be completed at home.  The teacher will return comics that did not meet the standard back to those students so that they will have an opportunity to correct their mistakes.</w:t>
      </w:r>
    </w:p>
    <w:p w:rsidR="00817E56" w:rsidRPr="00F377B6" w:rsidRDefault="00817E56"/>
    <w:p w:rsidR="00817E56" w:rsidRDefault="00817E56"/>
    <w:p w:rsidR="00817E56" w:rsidRDefault="00817E56"/>
    <w:p w:rsidR="00817E56" w:rsidRDefault="00817E56"/>
    <w:sectPr w:rsidR="00817E56" w:rsidSect="00C232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10E4C"/>
    <w:multiLevelType w:val="hybridMultilevel"/>
    <w:tmpl w:val="F942E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046525"/>
    <w:multiLevelType w:val="hybridMultilevel"/>
    <w:tmpl w:val="30BAA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5B6D95"/>
    <w:multiLevelType w:val="hybridMultilevel"/>
    <w:tmpl w:val="6ECAC6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0242"/>
    <w:rsid w:val="0001197A"/>
    <w:rsid w:val="000359F6"/>
    <w:rsid w:val="000424CC"/>
    <w:rsid w:val="000B6EA5"/>
    <w:rsid w:val="000D6B05"/>
    <w:rsid w:val="000F51FF"/>
    <w:rsid w:val="00134E0D"/>
    <w:rsid w:val="00191C6D"/>
    <w:rsid w:val="001954EE"/>
    <w:rsid w:val="001A0CCF"/>
    <w:rsid w:val="001B7238"/>
    <w:rsid w:val="001C3651"/>
    <w:rsid w:val="001C4B2C"/>
    <w:rsid w:val="00285683"/>
    <w:rsid w:val="00311117"/>
    <w:rsid w:val="0033706F"/>
    <w:rsid w:val="003C0242"/>
    <w:rsid w:val="003C0E64"/>
    <w:rsid w:val="003C71A7"/>
    <w:rsid w:val="003F676D"/>
    <w:rsid w:val="00405A66"/>
    <w:rsid w:val="00445FCD"/>
    <w:rsid w:val="00474030"/>
    <w:rsid w:val="00500C94"/>
    <w:rsid w:val="00520F98"/>
    <w:rsid w:val="00555FDE"/>
    <w:rsid w:val="00566970"/>
    <w:rsid w:val="00575445"/>
    <w:rsid w:val="00591FEA"/>
    <w:rsid w:val="005A02A8"/>
    <w:rsid w:val="005D74D6"/>
    <w:rsid w:val="005F7D11"/>
    <w:rsid w:val="00613160"/>
    <w:rsid w:val="0064101B"/>
    <w:rsid w:val="00652D99"/>
    <w:rsid w:val="00663053"/>
    <w:rsid w:val="006B03EE"/>
    <w:rsid w:val="00726C19"/>
    <w:rsid w:val="00744B65"/>
    <w:rsid w:val="00790BA4"/>
    <w:rsid w:val="007A4B04"/>
    <w:rsid w:val="008044F7"/>
    <w:rsid w:val="00817E56"/>
    <w:rsid w:val="00872066"/>
    <w:rsid w:val="008C68D3"/>
    <w:rsid w:val="008D7BFE"/>
    <w:rsid w:val="009533C8"/>
    <w:rsid w:val="00960F0C"/>
    <w:rsid w:val="009813BF"/>
    <w:rsid w:val="009B6D7A"/>
    <w:rsid w:val="009E217E"/>
    <w:rsid w:val="009E7000"/>
    <w:rsid w:val="00A00C5E"/>
    <w:rsid w:val="00A25AD3"/>
    <w:rsid w:val="00A52B5C"/>
    <w:rsid w:val="00B05637"/>
    <w:rsid w:val="00B304A4"/>
    <w:rsid w:val="00BA4F43"/>
    <w:rsid w:val="00BB001B"/>
    <w:rsid w:val="00BC73F6"/>
    <w:rsid w:val="00C028B0"/>
    <w:rsid w:val="00C16299"/>
    <w:rsid w:val="00C23216"/>
    <w:rsid w:val="00C250D6"/>
    <w:rsid w:val="00C81EB2"/>
    <w:rsid w:val="00C951BD"/>
    <w:rsid w:val="00CA783F"/>
    <w:rsid w:val="00D2098D"/>
    <w:rsid w:val="00D4432E"/>
    <w:rsid w:val="00D56BF9"/>
    <w:rsid w:val="00D97AC1"/>
    <w:rsid w:val="00DB4F12"/>
    <w:rsid w:val="00E718DE"/>
    <w:rsid w:val="00E743B7"/>
    <w:rsid w:val="00EB3BC0"/>
    <w:rsid w:val="00EE76F4"/>
    <w:rsid w:val="00F273C3"/>
    <w:rsid w:val="00F377B6"/>
    <w:rsid w:val="00F51E28"/>
    <w:rsid w:val="00F67422"/>
    <w:rsid w:val="00F81D22"/>
    <w:rsid w:val="00F90008"/>
    <w:rsid w:val="00F9757D"/>
    <w:rsid w:val="00FE448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216"/>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533C8"/>
    <w:pPr>
      <w:ind w:left="720"/>
      <w:contextualSpacing/>
    </w:pPr>
  </w:style>
  <w:style w:type="character" w:styleId="Hyperlink">
    <w:name w:val="Hyperlink"/>
    <w:basedOn w:val="DefaultParagraphFont"/>
    <w:uiPriority w:val="99"/>
    <w:rsid w:val="0064101B"/>
    <w:rPr>
      <w:color w:val="0000FF"/>
      <w:u w:val="single"/>
    </w:rPr>
  </w:style>
  <w:style w:type="paragraph" w:customStyle="1" w:styleId="Default">
    <w:name w:val="Default"/>
    <w:uiPriority w:val="99"/>
    <w:rsid w:val="00B304A4"/>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oond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2</Pages>
  <Words>311</Words>
  <Characters>1777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4:  Comic Strip Instructional Activity</dc:title>
  <dc:subject/>
  <dc:creator>Sara Busch</dc:creator>
  <cp:keywords/>
  <dc:description/>
  <cp:lastModifiedBy>Sara Busch</cp:lastModifiedBy>
  <cp:revision>2</cp:revision>
  <dcterms:created xsi:type="dcterms:W3CDTF">2012-04-19T00:23:00Z</dcterms:created>
  <dcterms:modified xsi:type="dcterms:W3CDTF">2012-04-19T00:23:00Z</dcterms:modified>
</cp:coreProperties>
</file>